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Default="00CE0CEE">
      <w:r w:rsidRPr="00CE0CEE">
        <w:t>https://studio.youtube.com/video/3Bx5lsPtdmg/edit</w:t>
      </w:r>
      <w:bookmarkStart w:id="0" w:name="_GoBack"/>
      <w:bookmarkEnd w:id="0"/>
    </w:p>
    <w:sectPr w:rsidR="0055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EE"/>
    <w:rsid w:val="005537C6"/>
    <w:rsid w:val="00C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BDE3-F9CB-4DA0-ABDD-4FFBB6DD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CTYWSUCD3UHA-699772915-231</_dlc_DocId>
    <_dlc_DocIdUrl xmlns="af457a4c-de28-4d38-bda9-e56a61b168cd">
      <Url>https://sp.vicepremier.gov.sk/lepsie-data/_layouts/15/DocIdRedir.aspx?ID=CTYWSUCD3UHA-699772915-231</Url>
      <Description>CTYWSUCD3UHA-699772915-231</Description>
    </_dlc_DocIdUrl>
  </documentManagement>
</p:properties>
</file>

<file path=customXml/itemProps1.xml><?xml version="1.0" encoding="utf-8"?>
<ds:datastoreItem xmlns:ds="http://schemas.openxmlformats.org/officeDocument/2006/customXml" ds:itemID="{ECCD2BA8-ACAA-4CA4-97D1-A5EB94FD1C81}"/>
</file>

<file path=customXml/itemProps2.xml><?xml version="1.0" encoding="utf-8"?>
<ds:datastoreItem xmlns:ds="http://schemas.openxmlformats.org/officeDocument/2006/customXml" ds:itemID="{1C1A8B8C-CFA6-4066-A22D-F4E8BCA69C74}"/>
</file>

<file path=customXml/itemProps3.xml><?xml version="1.0" encoding="utf-8"?>
<ds:datastoreItem xmlns:ds="http://schemas.openxmlformats.org/officeDocument/2006/customXml" ds:itemID="{E988F739-1DB4-4534-8482-15B5BBE899EF}"/>
</file>

<file path=customXml/itemProps4.xml><?xml version="1.0" encoding="utf-8"?>
<ds:datastoreItem xmlns:ds="http://schemas.openxmlformats.org/officeDocument/2006/customXml" ds:itemID="{A1EFF7CD-34A9-4A44-8D22-9E53D51B91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Šimoni</dc:creator>
  <cp:keywords/>
  <dc:description/>
  <cp:lastModifiedBy>Markéta Šimoni</cp:lastModifiedBy>
  <cp:revision>1</cp:revision>
  <dcterms:created xsi:type="dcterms:W3CDTF">2022-10-06T10:11:00Z</dcterms:created>
  <dcterms:modified xsi:type="dcterms:W3CDTF">2022-10-06T10:11:00Z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bf437394-149a-4619-884b-52f94383f35d</vt:lpwstr>
  </property>
</Properties>
</file>