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custom-properties" Target="docProps/custom.xml" Id="rId4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463BDE1" w:rsidP="04A279D5" w:rsidRDefault="6463BDE1" w14:paraId="64CCFB7E" w14:textId="64CCFB7E">
      <w:pPr>
        <w:pStyle w:val="Normal"/>
        <w:bidi w:val="0"/>
        <w:jc w:val="center"/>
      </w:pPr>
    </w:p>
    <w:p w:rsidR="04A279D5" w:rsidP="04A279D5" w:rsidRDefault="04A279D5" w14:paraId="04A279D5" w14:noSpellErr="1" w14:textId="04A279D5">
      <w:pPr>
        <w:pStyle w:val="Normal"/>
      </w:pPr>
    </w:p>
    <w:p w:rsidR="04A279D5" w:rsidP="04A279D5" w:rsidRDefault="04A279D5" w14:paraId="6318F112" w14:noSpellErr="1" w14:textId="6318F112">
      <w:pPr>
        <w:pStyle w:val="Normal"/>
      </w:pPr>
    </w:p>
    <w:p w:rsidR="6463BDE1" w:rsidP="04A279D5" w:rsidRDefault="6463BDE1" w14:paraId="6463BDE1" w14:textId="7DF09F41" w14:noSpellErr="1">
      <w:pPr>
        <w:pStyle w:val="Normal"/>
      </w:pPr>
      <w:hyperlink r:id="Rf41a1d08fddc4abf">
        <w:r w:rsidRPr="04A279D5" w:rsidR="7DF09F41">
          <w:rPr>
            <w:rStyle w:val="Hyperlink"/>
          </w:rPr>
          <w:t>https://wiki.vicepremier.gov.sk/pages/viewpage.action?pageId=101824241</w:t>
        </w:r>
      </w:hyperlink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d099f-a19e-4e4f-a111-08af22765ba4}"/>
  <w14:docId w14:val="73311BE2"/>
  <w:rsids>
    <w:rsidRoot w:val="6463BDE1"/>
    <w:rsid w:val="04A279D5"/>
    <w:rsid w:val="6463BDE1"/>
    <w:rsid w:val="64CCFB7E"/>
    <w:rsid w:val="7DF09F4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customXml" Target="/customXml/item4.xml" Id="rId9" /><Relationship Type="http://schemas.openxmlformats.org/officeDocument/2006/relationships/hyperlink" Target="https://wiki.vicepremier.gov.sk/pages/viewpage.action?pageId=101824241" TargetMode="External" Id="Rf41a1d08fddc4ab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CTYWSUCD3UHA-699772915-235</_dlc_DocId>
    <_dlc_DocIdUrl xmlns="af457a4c-de28-4d38-bda9-e56a61b168cd">
      <Url>https://sp.vicepremier.gov.sk/lepsie-data/_layouts/15/DocIdRedir.aspx?ID=CTYWSUCD3UHA-699772915-235</Url>
      <Description>CTYWSUCD3UHA-699772915-235</Description>
    </_dlc_DocIdUrl>
  </documentManagement>
</p:properties>
</file>

<file path=customXml/itemProps1.xml><?xml version="1.0" encoding="utf-8"?>
<ds:datastoreItem xmlns:ds="http://schemas.openxmlformats.org/officeDocument/2006/customXml" ds:itemID="{01945596-0874-4E82-A2C3-30CE9BAF5B45}"/>
</file>

<file path=customXml/itemProps2.xml><?xml version="1.0" encoding="utf-8"?>
<ds:datastoreItem xmlns:ds="http://schemas.openxmlformats.org/officeDocument/2006/customXml" ds:itemID="{9C625DDF-D19D-4A06-80D3-EEC6E33D663D}"/>
</file>

<file path=customXml/itemProps3.xml><?xml version="1.0" encoding="utf-8"?>
<ds:datastoreItem xmlns:ds="http://schemas.openxmlformats.org/officeDocument/2006/customXml" ds:itemID="{63A48CCF-3DF1-4555-A310-3FB48DF87FD3}"/>
</file>

<file path=customXml/itemProps4.xml><?xml version="1.0" encoding="utf-8"?>
<ds:datastoreItem xmlns:ds="http://schemas.openxmlformats.org/officeDocument/2006/customXml" ds:itemID="{E2432EB9-F609-4CE0-BA1C-1DEB27D8BA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2012-08-07T04:04:00.0000000Z</dcterms:created>
  <dcterms:modified xsi:type="dcterms:W3CDTF">2023-08-24T12:22:05.3789369Z</dcterms:modified>
  <lastModifiedBy>Markéta Šimoni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4023b527-4868-4297-8f77-c8bd5de19448</vt:lpwstr>
  </property>
</Properties>
</file>